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A5B90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B43E01" w:rsidRPr="00B43E01">
        <w:rPr>
          <w:rFonts w:eastAsia="Times New Roman"/>
          <w:b/>
          <w:lang w:eastAsia="cs-CZ"/>
        </w:rPr>
        <w:t>Rekonstrukce mostu v km 21,502 trati Rumburk (mimo) - Sebnitz (DBAG)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90" w:rsidRDefault="00D93A90" w:rsidP="00962258">
      <w:pPr>
        <w:spacing w:after="0" w:line="240" w:lineRule="auto"/>
      </w:pPr>
      <w:r>
        <w:separator/>
      </w:r>
    </w:p>
  </w:endnote>
  <w:endnote w:type="continuationSeparator" w:id="0">
    <w:p w:rsidR="00D93A90" w:rsidRDefault="00D93A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D93A90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43E0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43E0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</w:t>
          </w:r>
          <w:r w:rsidR="003A5B90">
            <w:t>c</w:t>
          </w:r>
          <w:r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B43E01" w:rsidP="00460660">
          <w:pPr>
            <w:pStyle w:val="Zpat"/>
          </w:pPr>
          <w:r>
            <w:t xml:space="preserve">Sokolovská </w:t>
          </w:r>
          <w:r w:rsidRPr="00921753">
            <w:t>1955</w:t>
          </w:r>
          <w:r>
            <w:t>/278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D93A90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90" w:rsidRDefault="00D93A90" w:rsidP="00962258">
      <w:pPr>
        <w:spacing w:after="0" w:line="240" w:lineRule="auto"/>
      </w:pPr>
      <w:r>
        <w:separator/>
      </w:r>
    </w:p>
  </w:footnote>
  <w:footnote w:type="continuationSeparator" w:id="0">
    <w:p w:rsidR="00D93A90" w:rsidRDefault="00D93A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D93A90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29.25pt;margin-top:25.35pt;width:163.75pt;height:60.7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0AB0"/>
    <w:rsid w:val="003956C6"/>
    <w:rsid w:val="003A5B90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C38C3"/>
    <w:rsid w:val="00AD056F"/>
    <w:rsid w:val="00AD6731"/>
    <w:rsid w:val="00B15D0D"/>
    <w:rsid w:val="00B43E01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93A90"/>
    <w:rsid w:val="00DC3EFC"/>
    <w:rsid w:val="00DC75F3"/>
    <w:rsid w:val="00DD46F3"/>
    <w:rsid w:val="00DD691C"/>
    <w:rsid w:val="00DE56F2"/>
    <w:rsid w:val="00DF116D"/>
    <w:rsid w:val="00E207B2"/>
    <w:rsid w:val="00E52C6F"/>
    <w:rsid w:val="00EA2AE0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07226719"/>
  <w14:defaultImageDpi w14:val="32767"/>
  <w15:docId w15:val="{3BEFE939-026C-4BF1-AE51-F1A691EC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A748E6-D019-49C7-8D23-4115E4EE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11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Fučíková Veronika, Bc.</cp:lastModifiedBy>
  <cp:revision>9</cp:revision>
  <cp:lastPrinted>2019-02-12T12:02:00Z</cp:lastPrinted>
  <dcterms:created xsi:type="dcterms:W3CDTF">2019-02-12T12:33:00Z</dcterms:created>
  <dcterms:modified xsi:type="dcterms:W3CDTF">2020-03-03T13:32:00Z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